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0F8E9" w14:textId="77777777" w:rsidR="00465E79" w:rsidRDefault="00191427" w:rsidP="006B6BD5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RECLAMACIÓN </w:t>
      </w:r>
      <w:r w:rsidR="00465E79">
        <w:rPr>
          <w:rFonts w:ascii="Montserrat" w:hAnsi="Montserrat"/>
          <w:b/>
          <w:bCs/>
          <w:sz w:val="28"/>
          <w:szCs w:val="28"/>
        </w:rPr>
        <w:t xml:space="preserve">CENSO ELECTORAL PROVISIONAL </w:t>
      </w:r>
    </w:p>
    <w:p w14:paraId="0C5B1D33" w14:textId="73ED06F6" w:rsidR="003F06C5" w:rsidRPr="003F06C5" w:rsidRDefault="00465E79" w:rsidP="006B6BD5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(PLENO DELEGACIÓN DE ESTUDIANTES)</w:t>
      </w:r>
      <w:r w:rsidR="00191427">
        <w:rPr>
          <w:rFonts w:ascii="Montserrat" w:hAnsi="Montserrat"/>
          <w:b/>
          <w:bCs/>
          <w:sz w:val="28"/>
          <w:szCs w:val="28"/>
        </w:rPr>
        <w:t xml:space="preserve"> 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p w14:paraId="4CFB9188" w14:textId="02AF3069" w:rsidR="004572AD" w:rsidRDefault="004572AD" w:rsidP="00191427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Yo, D</w:t>
      </w:r>
      <w:r w:rsidR="00F91EEB">
        <w:rPr>
          <w:rFonts w:ascii="Montserrat" w:hAnsi="Montserrat"/>
        </w:rPr>
        <w:t>.</w:t>
      </w:r>
      <w:r w:rsidRPr="004572AD">
        <w:rPr>
          <w:rFonts w:ascii="Montserrat" w:hAnsi="Montserrat"/>
        </w:rPr>
        <w:t>/Dña. __________________________, con DNI __________-_</w:t>
      </w:r>
      <w:r w:rsidR="00191427">
        <w:rPr>
          <w:rFonts w:ascii="Montserrat" w:hAnsi="Montserrat"/>
        </w:rPr>
        <w:t>_</w:t>
      </w:r>
      <w:r w:rsidRPr="004572AD">
        <w:rPr>
          <w:rFonts w:ascii="Montserrat" w:hAnsi="Montserrat"/>
        </w:rPr>
        <w:t>, estud</w:t>
      </w:r>
      <w:r>
        <w:rPr>
          <w:rFonts w:ascii="Montserrat" w:hAnsi="Montserrat"/>
        </w:rPr>
        <w:t>i</w:t>
      </w:r>
      <w:r w:rsidRPr="004572AD">
        <w:rPr>
          <w:rFonts w:ascii="Montserrat" w:hAnsi="Montserrat"/>
        </w:rPr>
        <w:t>ante del ___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curso del Grado/Máster ___________________________________________</w:t>
      </w:r>
      <w:r w:rsidR="00191427">
        <w:rPr>
          <w:rFonts w:ascii="Montserrat" w:hAnsi="Montserrat"/>
        </w:rPr>
        <w:t xml:space="preserve"> perteneciente a la Facultad/Escuela de ___________________________________________________________________________ presento ante la Comisión Electoral del Centro </w:t>
      </w:r>
      <w:r w:rsidR="00465E79">
        <w:rPr>
          <w:rFonts w:ascii="Montserrat" w:hAnsi="Montserrat"/>
        </w:rPr>
        <w:t xml:space="preserve">y ante la Delegación de Estudiantes del Centro </w:t>
      </w:r>
      <w:r w:rsidR="00191427">
        <w:rPr>
          <w:rFonts w:ascii="Montserrat" w:hAnsi="Montserrat"/>
        </w:rPr>
        <w:t xml:space="preserve">la siguiente reclamación respecto al </w:t>
      </w:r>
      <w:r w:rsidR="00465E79">
        <w:rPr>
          <w:rFonts w:ascii="Montserrat" w:hAnsi="Montserrat"/>
        </w:rPr>
        <w:t>censo electoral provisional del Pleno de la Delegación de Estudiantes de la Facultad/Escuela de _______________________________________________________________________.</w:t>
      </w:r>
    </w:p>
    <w:p w14:paraId="15A4A055" w14:textId="77777777" w:rsidR="00191427" w:rsidRDefault="00191427" w:rsidP="00191427">
      <w:pPr>
        <w:spacing w:line="360" w:lineRule="auto"/>
        <w:jc w:val="both"/>
        <w:rPr>
          <w:rFonts w:ascii="Montserrat" w:hAnsi="Montserrat"/>
        </w:rPr>
      </w:pPr>
    </w:p>
    <w:p w14:paraId="2328BB6C" w14:textId="0800EA1C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Hechos y fundamentos:</w:t>
      </w:r>
    </w:p>
    <w:p w14:paraId="02203592" w14:textId="3C966489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[Exponer los hechos y fundamentos que motivan la reclamación]</w:t>
      </w:r>
    </w:p>
    <w:p w14:paraId="61B82E59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4ED162EB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0E3ACC8B" w14:textId="77777777" w:rsidR="00F91EEB" w:rsidRDefault="00F91EEB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75193FD" w14:textId="15E0E638" w:rsidR="004572AD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Por todo ello, solicito que se admita la presente reclamación, y que se adopten las medidas necesarias para corregir las irregularidades anteriormente descritas.</w:t>
      </w:r>
    </w:p>
    <w:p w14:paraId="543FEF51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663DFD0C" w14:textId="77777777" w:rsidR="00465E79" w:rsidRDefault="00465E79" w:rsidP="004572AD">
      <w:pPr>
        <w:spacing w:line="360" w:lineRule="auto"/>
        <w:jc w:val="both"/>
        <w:rPr>
          <w:rFonts w:ascii="Montserrat" w:hAnsi="Montserrat"/>
        </w:rPr>
      </w:pPr>
    </w:p>
    <w:p w14:paraId="63520118" w14:textId="77777777" w:rsidR="00465E79" w:rsidRDefault="00465E79" w:rsidP="004572AD">
      <w:pPr>
        <w:spacing w:line="360" w:lineRule="auto"/>
        <w:jc w:val="both"/>
        <w:rPr>
          <w:rFonts w:ascii="Montserrat" w:hAnsi="Montserrat"/>
        </w:rPr>
      </w:pPr>
    </w:p>
    <w:p w14:paraId="3FA3CBBC" w14:textId="2E447E82" w:rsidR="00191427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27FEDD6A" w14:textId="77777777" w:rsidR="00465E79" w:rsidRDefault="00465E79" w:rsidP="00A97D34">
      <w:pPr>
        <w:spacing w:line="360" w:lineRule="auto"/>
        <w:jc w:val="center"/>
        <w:rPr>
          <w:rFonts w:ascii="Montserrat" w:hAnsi="Montserrat"/>
          <w:b/>
          <w:bCs/>
        </w:rPr>
      </w:pPr>
    </w:p>
    <w:p w14:paraId="42F1D10D" w14:textId="7780ED38" w:rsidR="004572AD" w:rsidRDefault="00191427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A la </w:t>
      </w:r>
      <w:r w:rsidR="004572AD">
        <w:rPr>
          <w:rFonts w:ascii="Montserrat" w:hAnsi="Montserrat"/>
          <w:b/>
          <w:bCs/>
        </w:rPr>
        <w:t xml:space="preserve">atención de la </w:t>
      </w:r>
      <w:r w:rsidR="00465E79">
        <w:rPr>
          <w:rFonts w:ascii="Montserrat" w:hAnsi="Montserrat"/>
          <w:b/>
          <w:bCs/>
        </w:rPr>
        <w:t>Comisión Electoral y a la Delegación de Estudiantes</w:t>
      </w:r>
      <w:r w:rsidR="004572AD">
        <w:rPr>
          <w:rFonts w:ascii="Montserrat" w:hAnsi="Montserrat"/>
          <w:b/>
          <w:bCs/>
        </w:rPr>
        <w:t xml:space="preserve"> de la Facultad/Escuela de ___________________________________________________________________________ </w:t>
      </w:r>
    </w:p>
    <w:p w14:paraId="37F03487" w14:textId="69E00F2C" w:rsidR="00465E79" w:rsidRDefault="00465E79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(vía correo electrónico </w:t>
      </w:r>
      <w:hyperlink r:id="rId10" w:history="1">
        <w:r w:rsidRPr="00465E79">
          <w:rPr>
            <w:rStyle w:val="Hipervnculo"/>
            <w:rFonts w:ascii="Montserrat" w:hAnsi="Montserrat"/>
            <w:b/>
            <w:bCs/>
          </w:rPr>
          <w:t>[consultar aquí]</w:t>
        </w:r>
      </w:hyperlink>
      <w:r>
        <w:rPr>
          <w:rFonts w:ascii="Montserrat" w:hAnsi="Montserrat"/>
          <w:b/>
          <w:bCs/>
        </w:rPr>
        <w:t>)</w:t>
      </w:r>
    </w:p>
    <w:sectPr w:rsidR="00465E79" w:rsidSect="00106B42">
      <w:headerReference w:type="default" r:id="rId11"/>
      <w:footerReference w:type="default" r:id="rId12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07667" w14:textId="77777777" w:rsidR="00D95843" w:rsidRDefault="00D95843" w:rsidP="003336CB">
      <w:r>
        <w:separator/>
      </w:r>
    </w:p>
  </w:endnote>
  <w:endnote w:type="continuationSeparator" w:id="0">
    <w:p w14:paraId="33A99A5F" w14:textId="77777777" w:rsidR="00D95843" w:rsidRDefault="00D95843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Campus de Vegazana,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0C68E" w14:textId="77777777" w:rsidR="00D95843" w:rsidRDefault="00D95843" w:rsidP="003336CB">
      <w:r>
        <w:separator/>
      </w:r>
    </w:p>
  </w:footnote>
  <w:footnote w:type="continuationSeparator" w:id="0">
    <w:p w14:paraId="197316A7" w14:textId="77777777" w:rsidR="00D95843" w:rsidRDefault="00D95843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4A582D79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B70161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V</w:t>
                          </w:r>
                          <w:r w:rsidR="00CC6BF5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</w:t>
                          </w:r>
                          <w:r w:rsidR="00465E79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4A582D79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B70161">
                      <w:rPr>
                        <w:rFonts w:ascii="Montserrat" w:hAnsi="Montserrat"/>
                        <w:b/>
                        <w:bCs/>
                        <w:szCs w:val="40"/>
                      </w:rPr>
                      <w:t>V</w:t>
                    </w:r>
                    <w:r w:rsidR="00CC6BF5">
                      <w:rPr>
                        <w:rFonts w:ascii="Montserrat" w:hAnsi="Montserrat"/>
                        <w:b/>
                        <w:bCs/>
                        <w:szCs w:val="40"/>
                      </w:rPr>
                      <w:t>I</w:t>
                    </w:r>
                    <w:r w:rsidR="00465E79">
                      <w:rPr>
                        <w:rFonts w:ascii="Montserrat" w:hAnsi="Montserrat"/>
                        <w:b/>
                        <w:bCs/>
                        <w:szCs w:val="40"/>
                      </w:rPr>
                      <w:t>II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43CFF"/>
    <w:rsid w:val="00160DF4"/>
    <w:rsid w:val="00191427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50B97"/>
    <w:rsid w:val="004572AD"/>
    <w:rsid w:val="00465E79"/>
    <w:rsid w:val="00560BB0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74BF7"/>
    <w:rsid w:val="00B9480E"/>
    <w:rsid w:val="00BA712B"/>
    <w:rsid w:val="00BE1C06"/>
    <w:rsid w:val="00BF3B57"/>
    <w:rsid w:val="00C30E8A"/>
    <w:rsid w:val="00C34DCB"/>
    <w:rsid w:val="00C37713"/>
    <w:rsid w:val="00C6748B"/>
    <w:rsid w:val="00C94A2B"/>
    <w:rsid w:val="00CC6BF5"/>
    <w:rsid w:val="00CE707B"/>
    <w:rsid w:val="00D45A51"/>
    <w:rsid w:val="00D5688B"/>
    <w:rsid w:val="00D74F60"/>
    <w:rsid w:val="00D95843"/>
    <w:rsid w:val="00DD37D3"/>
    <w:rsid w:val="00E90932"/>
    <w:rsid w:val="00F25945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5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eule.unileon.es/delegaciones-de-estudiant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5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69</TotalTime>
  <Pages>1</Pages>
  <Words>186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21</cp:revision>
  <cp:lastPrinted>2025-10-07T13:19:00Z</cp:lastPrinted>
  <dcterms:created xsi:type="dcterms:W3CDTF">2025-03-21T09:48:00Z</dcterms:created>
  <dcterms:modified xsi:type="dcterms:W3CDTF">2025-10-15T08:34:00Z</dcterms:modified>
</cp:coreProperties>
</file>